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4777C3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4777C3" w:rsidP="004D5EC3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EC3">
              <w:rPr>
                <w:rFonts w:ascii="Arial" w:hAnsi="Arial" w:cs="Arial"/>
                <w:sz w:val="18"/>
                <w:szCs w:val="18"/>
              </w:rPr>
              <w:t>51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4777C3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4D5EC3" w:rsidP="004777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4777C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D5EC3">
              <w:rPr>
                <w:rFonts w:ascii="Arial" w:hAnsi="Arial" w:cs="Arial"/>
                <w:noProof/>
                <w:sz w:val="18"/>
                <w:szCs w:val="18"/>
              </w:rPr>
              <w:t>Tuesday, 28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4777C3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4D5EC3" w:rsidP="002530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Patient presented with slurred speech and right facial droop and slight right hand weakness.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as L LACI. CT head showed nil a</w:t>
            </w:r>
            <w:r w:rsidR="00253052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ute. Continues to have facial droop and dysarthria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4D5EC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4D5EC3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4D5EC3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4D5EC3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4D5EC3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4D5EC3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4D5EC3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4D5EC3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4D5EC3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4D5EC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4D5EC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4D5EC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4D5EC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4D5EC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4D5EC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4D5EC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4D5EC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A1BF69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4D5EC3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72497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4D5EC3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83C8B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8EFE9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16AEE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52095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4D5EC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Mildly tortuous CCA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4D5EC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Mildly tortuous CCA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4D5EC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4D5EC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4D5EC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4D5EC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4D5EC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4D5EC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4D5EC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4D5EC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4D5EC3">
              <w:rPr>
                <w:rFonts w:ascii="Arial" w:hAnsi="Arial" w:cs="Arial"/>
                <w:sz w:val="18"/>
                <w:szCs w:val="20"/>
              </w:rPr>
              <w:t xml:space="preserve"> 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4D5EC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4D5EC3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4D5EC3" w:rsidRPr="00BE67C6" w:rsidRDefault="004D5EC3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4D5EC3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EC3" w:rsidRDefault="004D5EC3">
      <w:r>
        <w:separator/>
      </w:r>
    </w:p>
  </w:endnote>
  <w:endnote w:type="continuationSeparator" w:id="0">
    <w:p w:rsidR="004D5EC3" w:rsidRDefault="004D5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EC3" w:rsidRDefault="004D5EC3">
      <w:r>
        <w:separator/>
      </w:r>
    </w:p>
  </w:footnote>
  <w:footnote w:type="continuationSeparator" w:id="0">
    <w:p w:rsidR="004D5EC3" w:rsidRDefault="004D5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4D5EC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EC3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53052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777C3"/>
    <w:rsid w:val="004932D3"/>
    <w:rsid w:val="004934E7"/>
    <w:rsid w:val="004A51E9"/>
    <w:rsid w:val="004D5EC3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C1A30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2530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305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123</Words>
  <Characters>868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2020-08-07T09:09:00Z</dcterms:created>
  <dcterms:modified xsi:type="dcterms:W3CDTF">2020-08-07T09:09:00Z</dcterms:modified>
</cp:coreProperties>
</file>